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28"/>
      </w:tblGrid>
      <w:tr w:rsidR="00502AE4" w:rsidRPr="001669AF" w:rsidTr="001669AF">
        <w:tc>
          <w:tcPr>
            <w:tcW w:w="10728" w:type="dxa"/>
          </w:tcPr>
          <w:p w:rsidR="00502AE4" w:rsidRPr="001669AF" w:rsidRDefault="00502AE4" w:rsidP="00E212F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учреждения                           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СОШ № 28</w:t>
            </w:r>
          </w:p>
          <w:p w:rsidR="00502AE4" w:rsidRPr="001669AF" w:rsidRDefault="00502AE4" w:rsidP="00E212F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ФИО                                                                   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ЕФИМЕНКО  Ольга Владимировна</w:t>
            </w:r>
          </w:p>
          <w:p w:rsidR="00502AE4" w:rsidRPr="001669AF" w:rsidRDefault="00502AE4" w:rsidP="00E212F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Должность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Учитель </w:t>
            </w:r>
          </w:p>
          <w:p w:rsidR="00502AE4" w:rsidRPr="001669AF" w:rsidRDefault="00502AE4" w:rsidP="00E212F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Стаж работы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14 лет</w:t>
            </w:r>
          </w:p>
          <w:p w:rsidR="00502AE4" w:rsidRPr="001669AF" w:rsidRDefault="00502AE4" w:rsidP="00E212F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Категория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2</w:t>
            </w:r>
          </w:p>
          <w:p w:rsidR="00502AE4" w:rsidRPr="001669AF" w:rsidRDefault="00502AE4" w:rsidP="00E212F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Предмет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Английский  язык</w:t>
            </w:r>
          </w:p>
          <w:p w:rsidR="00502AE4" w:rsidRPr="001669AF" w:rsidRDefault="00502AE4" w:rsidP="00E212F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У тебя есть брат?</w:t>
            </w:r>
          </w:p>
          <w:p w:rsidR="00502AE4" w:rsidRPr="001669AF" w:rsidRDefault="00502AE4" w:rsidP="00E212F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Класс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2</w:t>
            </w:r>
          </w:p>
        </w:tc>
      </w:tr>
    </w:tbl>
    <w:p w:rsidR="00502AE4" w:rsidRPr="001669AF" w:rsidRDefault="00502AE4" w:rsidP="009E436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2AE4" w:rsidRPr="001669AF" w:rsidRDefault="00502AE4" w:rsidP="009E436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69AF">
        <w:rPr>
          <w:rFonts w:ascii="Times New Roman" w:hAnsi="Times New Roman" w:cs="Times New Roman"/>
          <w:b/>
          <w:bCs/>
          <w:sz w:val="28"/>
          <w:szCs w:val="28"/>
        </w:rPr>
        <w:t>План- конспект урока английского языка</w:t>
      </w:r>
    </w:p>
    <w:p w:rsidR="00502AE4" w:rsidRPr="001669AF" w:rsidRDefault="00502AE4" w:rsidP="00C40F8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669AF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Тема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669AF">
        <w:rPr>
          <w:rFonts w:ascii="Times New Roman" w:hAnsi="Times New Roman" w:cs="Times New Roman"/>
          <w:b/>
          <w:bCs/>
          <w:sz w:val="28"/>
          <w:szCs w:val="28"/>
        </w:rPr>
        <w:t xml:space="preserve">  У тебя есть брат?</w:t>
      </w:r>
    </w:p>
    <w:p w:rsidR="00502AE4" w:rsidRPr="001669AF" w:rsidRDefault="00502AE4" w:rsidP="00C40F8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669AF">
        <w:rPr>
          <w:rFonts w:ascii="Times New Roman" w:hAnsi="Times New Roman" w:cs="Times New Roman"/>
          <w:b/>
          <w:bCs/>
          <w:sz w:val="28"/>
          <w:szCs w:val="28"/>
        </w:rPr>
        <w:t xml:space="preserve">СОШ № 28, Класс – 2 </w:t>
      </w:r>
    </w:p>
    <w:p w:rsidR="00502AE4" w:rsidRPr="001669AF" w:rsidRDefault="00502AE4" w:rsidP="00C40F8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669AF">
        <w:rPr>
          <w:rFonts w:ascii="Times New Roman" w:hAnsi="Times New Roman" w:cs="Times New Roman"/>
          <w:b/>
          <w:bCs/>
          <w:sz w:val="28"/>
          <w:szCs w:val="28"/>
        </w:rPr>
        <w:t>Учитель: Ефименко О.В.</w:t>
      </w:r>
    </w:p>
    <w:p w:rsidR="00502AE4" w:rsidRPr="001669AF" w:rsidRDefault="00502AE4" w:rsidP="00C40F8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669AF">
        <w:rPr>
          <w:rFonts w:ascii="Times New Roman" w:hAnsi="Times New Roman" w:cs="Times New Roman"/>
          <w:b/>
          <w:bCs/>
          <w:sz w:val="28"/>
          <w:szCs w:val="28"/>
        </w:rPr>
        <w:t>Цели -</w:t>
      </w:r>
    </w:p>
    <w:p w:rsidR="00502AE4" w:rsidRPr="009E4363" w:rsidRDefault="00502AE4" w:rsidP="00C40F8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E4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Образовательные:</w:t>
      </w:r>
    </w:p>
    <w:p w:rsidR="00502AE4" w:rsidRPr="009E4363" w:rsidRDefault="00502AE4" w:rsidP="00776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363">
        <w:rPr>
          <w:rFonts w:ascii="Times New Roman" w:hAnsi="Times New Roman" w:cs="Times New Roman"/>
          <w:sz w:val="28"/>
          <w:szCs w:val="28"/>
        </w:rPr>
        <w:t xml:space="preserve">- знакомство с правилом чтения буквосочетания </w:t>
      </w:r>
      <w:r w:rsidRPr="009E4363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Pr="009E4363">
        <w:rPr>
          <w:rFonts w:ascii="Times New Roman" w:hAnsi="Times New Roman" w:cs="Times New Roman"/>
          <w:sz w:val="28"/>
          <w:szCs w:val="28"/>
        </w:rPr>
        <w:t>;</w:t>
      </w:r>
    </w:p>
    <w:p w:rsidR="00502AE4" w:rsidRPr="009E4363" w:rsidRDefault="00502AE4" w:rsidP="00776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363">
        <w:rPr>
          <w:rFonts w:ascii="Times New Roman" w:hAnsi="Times New Roman" w:cs="Times New Roman"/>
          <w:sz w:val="28"/>
          <w:szCs w:val="28"/>
        </w:rPr>
        <w:t>- развитие умений говорения по теме урока;</w:t>
      </w:r>
    </w:p>
    <w:p w:rsidR="00502AE4" w:rsidRPr="009E4363" w:rsidRDefault="00502AE4" w:rsidP="00776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363">
        <w:rPr>
          <w:rFonts w:ascii="Times New Roman" w:hAnsi="Times New Roman" w:cs="Times New Roman"/>
          <w:sz w:val="28"/>
          <w:szCs w:val="28"/>
        </w:rPr>
        <w:t>- знакомство с глаголом «</w:t>
      </w:r>
      <w:r w:rsidRPr="009E4363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9E4363">
        <w:rPr>
          <w:rFonts w:ascii="Times New Roman" w:hAnsi="Times New Roman" w:cs="Times New Roman"/>
          <w:sz w:val="28"/>
          <w:szCs w:val="28"/>
        </w:rPr>
        <w:t xml:space="preserve"> </w:t>
      </w:r>
      <w:r w:rsidRPr="009E4363"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Pr="009E4363">
        <w:rPr>
          <w:rFonts w:ascii="Times New Roman" w:hAnsi="Times New Roman" w:cs="Times New Roman"/>
          <w:sz w:val="28"/>
          <w:szCs w:val="28"/>
        </w:rPr>
        <w:t>» в вопросительном предложении и обучение умению давать краткие ответы;</w:t>
      </w:r>
    </w:p>
    <w:p w:rsidR="00502AE4" w:rsidRPr="009E4363" w:rsidRDefault="00502AE4" w:rsidP="00776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363">
        <w:rPr>
          <w:rFonts w:ascii="Times New Roman" w:hAnsi="Times New Roman" w:cs="Times New Roman"/>
          <w:sz w:val="28"/>
          <w:szCs w:val="28"/>
        </w:rPr>
        <w:t>- ознакомление с лексико-грамматическими аспектами общения по теме;</w:t>
      </w:r>
    </w:p>
    <w:p w:rsidR="00502AE4" w:rsidRPr="009E4363" w:rsidRDefault="00502AE4" w:rsidP="00776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363">
        <w:rPr>
          <w:rFonts w:ascii="Times New Roman" w:hAnsi="Times New Roman" w:cs="Times New Roman"/>
          <w:sz w:val="28"/>
          <w:szCs w:val="28"/>
        </w:rPr>
        <w:t>- введение и активизация новой лексики;</w:t>
      </w:r>
    </w:p>
    <w:p w:rsidR="00502AE4" w:rsidRPr="009E4363" w:rsidRDefault="00502AE4" w:rsidP="00776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363">
        <w:rPr>
          <w:rFonts w:ascii="Times New Roman" w:hAnsi="Times New Roman" w:cs="Times New Roman"/>
          <w:sz w:val="28"/>
          <w:szCs w:val="28"/>
        </w:rPr>
        <w:t>- формирование навыка диалогического высказывания по теме.</w:t>
      </w:r>
    </w:p>
    <w:p w:rsidR="00502AE4" w:rsidRDefault="00502AE4" w:rsidP="007760B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02AE4" w:rsidRPr="009E4363" w:rsidRDefault="00502AE4" w:rsidP="007760B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E4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Развивающие:</w:t>
      </w:r>
    </w:p>
    <w:p w:rsidR="00502AE4" w:rsidRPr="009E4363" w:rsidRDefault="00502AE4" w:rsidP="00776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363">
        <w:rPr>
          <w:rFonts w:ascii="Times New Roman" w:hAnsi="Times New Roman" w:cs="Times New Roman"/>
          <w:color w:val="000000"/>
          <w:sz w:val="28"/>
          <w:szCs w:val="28"/>
        </w:rPr>
        <w:t>- развитие языковой догадки;</w:t>
      </w:r>
      <w:r w:rsidRPr="009E43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4363">
        <w:rPr>
          <w:rFonts w:ascii="Times New Roman" w:hAnsi="Times New Roman" w:cs="Times New Roman"/>
          <w:sz w:val="28"/>
          <w:szCs w:val="28"/>
        </w:rPr>
        <w:t>- развитие памяти, мышления, воображения и внимания.</w:t>
      </w:r>
    </w:p>
    <w:p w:rsidR="00502AE4" w:rsidRPr="009E4363" w:rsidRDefault="00502AE4" w:rsidP="007760B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4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Воспитательные:</w:t>
      </w:r>
    </w:p>
    <w:p w:rsidR="00502AE4" w:rsidRPr="009E4363" w:rsidRDefault="00502AE4" w:rsidP="00776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363">
        <w:rPr>
          <w:rFonts w:ascii="Times New Roman" w:hAnsi="Times New Roman" w:cs="Times New Roman"/>
          <w:color w:val="000000"/>
          <w:sz w:val="28"/>
          <w:szCs w:val="28"/>
        </w:rPr>
        <w:t>- повышение мотивации к изучению иностранного языка;</w:t>
      </w:r>
      <w:r w:rsidRPr="009E4363">
        <w:rPr>
          <w:rFonts w:ascii="Times New Roman" w:hAnsi="Times New Roman" w:cs="Times New Roman"/>
          <w:color w:val="000000"/>
          <w:sz w:val="28"/>
          <w:szCs w:val="28"/>
        </w:rPr>
        <w:br/>
        <w:t>- обучение умению  работать в паре, группе.</w:t>
      </w:r>
      <w:r w:rsidRPr="009E4363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02AE4" w:rsidRPr="009E4363" w:rsidRDefault="00502AE4" w:rsidP="007760B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436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502AE4" w:rsidRPr="009E4363" w:rsidRDefault="00502AE4" w:rsidP="007760B3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142" w:hanging="82"/>
        <w:rPr>
          <w:rFonts w:ascii="Times New Roman" w:hAnsi="Times New Roman" w:cs="Times New Roman"/>
          <w:color w:val="000000"/>
          <w:sz w:val="28"/>
          <w:szCs w:val="28"/>
        </w:rPr>
      </w:pPr>
      <w:r w:rsidRPr="009E4363">
        <w:rPr>
          <w:rFonts w:ascii="Times New Roman" w:hAnsi="Times New Roman" w:cs="Times New Roman"/>
          <w:color w:val="000000"/>
          <w:sz w:val="28"/>
          <w:szCs w:val="28"/>
        </w:rPr>
        <w:t xml:space="preserve">повторить ранее пройденный грамматический материал – </w:t>
      </w:r>
      <w:r w:rsidRPr="009E4363"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r w:rsidRPr="009E4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4363">
        <w:rPr>
          <w:rFonts w:ascii="Times New Roman" w:hAnsi="Times New Roman" w:cs="Times New Roman"/>
          <w:color w:val="000000"/>
          <w:sz w:val="28"/>
          <w:szCs w:val="28"/>
          <w:lang w:val="en-US"/>
        </w:rPr>
        <w:t>have</w:t>
      </w:r>
      <w:r w:rsidRPr="009E4363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502AE4" w:rsidRDefault="00502AE4" w:rsidP="007760B3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142" w:hanging="82"/>
        <w:rPr>
          <w:rFonts w:ascii="Times New Roman" w:hAnsi="Times New Roman" w:cs="Times New Roman"/>
          <w:color w:val="000000"/>
          <w:sz w:val="28"/>
          <w:szCs w:val="28"/>
        </w:rPr>
      </w:pPr>
      <w:r w:rsidRPr="009E4363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формировать умение строить общий вопрос с глаголом  </w:t>
      </w:r>
      <w:r w:rsidRPr="009E4363"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r w:rsidRPr="009E4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4363">
        <w:rPr>
          <w:rFonts w:ascii="Times New Roman" w:hAnsi="Times New Roman" w:cs="Times New Roman"/>
          <w:color w:val="000000"/>
          <w:sz w:val="28"/>
          <w:szCs w:val="28"/>
          <w:lang w:val="en-US"/>
        </w:rPr>
        <w:t>have</w:t>
      </w:r>
      <w:r w:rsidRPr="009E4363">
        <w:rPr>
          <w:rFonts w:ascii="Times New Roman" w:hAnsi="Times New Roman" w:cs="Times New Roman"/>
          <w:color w:val="000000"/>
          <w:sz w:val="28"/>
          <w:szCs w:val="28"/>
        </w:rPr>
        <w:t xml:space="preserve">, понимать на слух языковой материал,  </w:t>
      </w:r>
    </w:p>
    <w:p w:rsidR="00502AE4" w:rsidRPr="009E4363" w:rsidRDefault="00502AE4" w:rsidP="009E4363">
      <w:pPr>
        <w:pStyle w:val="ListParagraph"/>
        <w:tabs>
          <w:tab w:val="left" w:pos="284"/>
        </w:tabs>
        <w:spacing w:after="0" w:line="240" w:lineRule="auto"/>
        <w:ind w:left="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умение дать короткий положи</w:t>
      </w:r>
      <w:r w:rsidRPr="009E4363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E4363">
        <w:rPr>
          <w:rFonts w:ascii="Times New Roman" w:hAnsi="Times New Roman" w:cs="Times New Roman"/>
          <w:color w:val="000000"/>
          <w:sz w:val="28"/>
          <w:szCs w:val="28"/>
        </w:rPr>
        <w:t>льный и отрицательный ответ на данный вопрос;</w:t>
      </w:r>
    </w:p>
    <w:p w:rsidR="00502AE4" w:rsidRPr="009E4363" w:rsidRDefault="00502AE4" w:rsidP="007760B3">
      <w:pPr>
        <w:pStyle w:val="ListParagraph"/>
        <w:numPr>
          <w:ilvl w:val="0"/>
          <w:numId w:val="1"/>
        </w:numPr>
        <w:spacing w:after="0" w:line="240" w:lineRule="auto"/>
        <w:ind w:left="284" w:hanging="224"/>
        <w:rPr>
          <w:rFonts w:ascii="Times New Roman" w:hAnsi="Times New Roman" w:cs="Times New Roman"/>
          <w:sz w:val="28"/>
          <w:szCs w:val="28"/>
        </w:rPr>
      </w:pPr>
      <w:r w:rsidRPr="009E4363">
        <w:rPr>
          <w:rFonts w:ascii="Times New Roman" w:hAnsi="Times New Roman" w:cs="Times New Roman"/>
          <w:sz w:val="28"/>
          <w:szCs w:val="28"/>
        </w:rPr>
        <w:t xml:space="preserve">формировать навыки </w:t>
      </w:r>
      <w:r w:rsidRPr="009E4363">
        <w:rPr>
          <w:rFonts w:ascii="Times New Roman" w:hAnsi="Times New Roman" w:cs="Times New Roman"/>
          <w:sz w:val="28"/>
          <w:szCs w:val="28"/>
          <w:lang w:val="en-US"/>
        </w:rPr>
        <w:t>диалогической</w:t>
      </w:r>
      <w:r w:rsidRPr="009E4363">
        <w:rPr>
          <w:rFonts w:ascii="Times New Roman" w:hAnsi="Times New Roman" w:cs="Times New Roman"/>
          <w:sz w:val="28"/>
          <w:szCs w:val="28"/>
        </w:rPr>
        <w:t xml:space="preserve"> </w:t>
      </w:r>
      <w:r w:rsidRPr="009E4363">
        <w:rPr>
          <w:rFonts w:ascii="Times New Roman" w:hAnsi="Times New Roman" w:cs="Times New Roman"/>
          <w:sz w:val="28"/>
          <w:szCs w:val="28"/>
          <w:lang w:val="en-US"/>
        </w:rPr>
        <w:t>реч</w:t>
      </w:r>
      <w:r w:rsidRPr="009E4363">
        <w:rPr>
          <w:rFonts w:ascii="Times New Roman" w:hAnsi="Times New Roman" w:cs="Times New Roman"/>
          <w:sz w:val="28"/>
          <w:szCs w:val="28"/>
        </w:rPr>
        <w:t>и;</w:t>
      </w:r>
    </w:p>
    <w:p w:rsidR="00502AE4" w:rsidRPr="009E4363" w:rsidRDefault="00502AE4" w:rsidP="007760B3">
      <w:pPr>
        <w:pStyle w:val="ListParagraph"/>
        <w:tabs>
          <w:tab w:val="left" w:pos="284"/>
        </w:tabs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502AE4" w:rsidRPr="009E4363" w:rsidRDefault="00502AE4" w:rsidP="00776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363">
        <w:rPr>
          <w:rFonts w:ascii="Times New Roman" w:hAnsi="Times New Roman" w:cs="Times New Roman"/>
          <w:b/>
          <w:bCs/>
          <w:sz w:val="28"/>
          <w:szCs w:val="28"/>
        </w:rPr>
        <w:t xml:space="preserve">Оснащение:  </w:t>
      </w:r>
      <w:r w:rsidRPr="009E4363">
        <w:rPr>
          <w:rFonts w:ascii="Times New Roman" w:hAnsi="Times New Roman" w:cs="Times New Roman"/>
          <w:sz w:val="28"/>
          <w:szCs w:val="28"/>
        </w:rPr>
        <w:t xml:space="preserve">Учебник для 2 класса </w:t>
      </w:r>
      <w:r w:rsidRPr="009E4363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9E4363">
        <w:rPr>
          <w:rFonts w:ascii="Times New Roman" w:hAnsi="Times New Roman" w:cs="Times New Roman"/>
          <w:sz w:val="28"/>
          <w:szCs w:val="28"/>
        </w:rPr>
        <w:t xml:space="preserve"> -2 под ред. Т.Д. Кузнецовой, К.С. Бобровской, рабочая тетрадь, аудиозапись</w:t>
      </w:r>
      <w:r>
        <w:rPr>
          <w:rFonts w:ascii="Times New Roman" w:hAnsi="Times New Roman" w:cs="Times New Roman"/>
          <w:sz w:val="28"/>
          <w:szCs w:val="28"/>
        </w:rPr>
        <w:t xml:space="preserve"> № 34</w:t>
      </w:r>
      <w:r w:rsidRPr="009E436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видеоролик с физминуткой – песенка (</w:t>
      </w:r>
      <w:r w:rsidRPr="00D41BB3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Head</w:t>
      </w:r>
      <w:r w:rsidRPr="00D41BB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shoulders</w:t>
      </w:r>
      <w:r w:rsidRPr="00D41BB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knees</w:t>
      </w:r>
      <w:r w:rsidRPr="00D41B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D41B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toes</w:t>
      </w:r>
      <w:r w:rsidRPr="00D41BB3">
        <w:rPr>
          <w:rFonts w:ascii="Times New Roman" w:hAnsi="Times New Roman" w:cs="Times New Roman"/>
          <w:sz w:val="28"/>
          <w:szCs w:val="28"/>
        </w:rPr>
        <w:t xml:space="preserve">”, </w:t>
      </w:r>
      <w:r w:rsidRPr="009E4363">
        <w:rPr>
          <w:rFonts w:ascii="Times New Roman" w:hAnsi="Times New Roman" w:cs="Times New Roman"/>
          <w:sz w:val="28"/>
          <w:szCs w:val="28"/>
        </w:rPr>
        <w:t>презентация</w:t>
      </w:r>
      <w:r w:rsidRPr="00D41B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грамматике</w:t>
      </w:r>
      <w:r w:rsidRPr="009E4363">
        <w:rPr>
          <w:rFonts w:ascii="Times New Roman" w:hAnsi="Times New Roman" w:cs="Times New Roman"/>
          <w:sz w:val="28"/>
          <w:szCs w:val="28"/>
        </w:rPr>
        <w:t>, картинки</w:t>
      </w:r>
      <w:r>
        <w:rPr>
          <w:rFonts w:ascii="Times New Roman" w:hAnsi="Times New Roman" w:cs="Times New Roman"/>
          <w:sz w:val="28"/>
          <w:szCs w:val="28"/>
        </w:rPr>
        <w:t xml:space="preserve"> с новой лексикой</w:t>
      </w:r>
      <w:r w:rsidRPr="009E4363">
        <w:rPr>
          <w:rFonts w:ascii="Times New Roman" w:hAnsi="Times New Roman" w:cs="Times New Roman"/>
          <w:sz w:val="28"/>
          <w:szCs w:val="28"/>
        </w:rPr>
        <w:t>, карточки</w:t>
      </w:r>
      <w:r>
        <w:rPr>
          <w:rFonts w:ascii="Times New Roman" w:hAnsi="Times New Roman" w:cs="Times New Roman"/>
          <w:sz w:val="28"/>
          <w:szCs w:val="28"/>
        </w:rPr>
        <w:t>-слова для построения предложений у доски</w:t>
      </w:r>
      <w:r w:rsidRPr="009E4363">
        <w:rPr>
          <w:rFonts w:ascii="Times New Roman" w:hAnsi="Times New Roman" w:cs="Times New Roman"/>
          <w:sz w:val="28"/>
          <w:szCs w:val="28"/>
        </w:rPr>
        <w:t>, Иг</w:t>
      </w:r>
      <w:r>
        <w:rPr>
          <w:rFonts w:ascii="Times New Roman" w:hAnsi="Times New Roman" w:cs="Times New Roman"/>
          <w:sz w:val="28"/>
          <w:szCs w:val="28"/>
        </w:rPr>
        <w:t>рушка-заяц – для ведения беседы, карточки с картинками для составления диалога.</w:t>
      </w:r>
    </w:p>
    <w:p w:rsidR="00502AE4" w:rsidRPr="00D41BB3" w:rsidRDefault="00502AE4" w:rsidP="000F72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02AE4" w:rsidRPr="00D41BB3" w:rsidRDefault="00502AE4" w:rsidP="007760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1BB3">
        <w:rPr>
          <w:rFonts w:ascii="Times New Roman" w:hAnsi="Times New Roman" w:cs="Times New Roman"/>
          <w:b/>
          <w:bCs/>
          <w:sz w:val="28"/>
          <w:szCs w:val="28"/>
        </w:rPr>
        <w:t>Ход урока</w:t>
      </w:r>
    </w:p>
    <w:tbl>
      <w:tblPr>
        <w:tblW w:w="15167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27"/>
        <w:gridCol w:w="4711"/>
        <w:gridCol w:w="4636"/>
        <w:gridCol w:w="2693"/>
      </w:tblGrid>
      <w:tr w:rsidR="00502AE4" w:rsidRPr="00D41BB3" w:rsidTr="001669AF">
        <w:tc>
          <w:tcPr>
            <w:tcW w:w="3127" w:type="dxa"/>
            <w:shd w:val="clear" w:color="auto" w:fill="8CE739"/>
          </w:tcPr>
          <w:p w:rsidR="00502AE4" w:rsidRPr="00D41BB3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/ подэтап учебного занятия</w:t>
            </w:r>
          </w:p>
        </w:tc>
        <w:tc>
          <w:tcPr>
            <w:tcW w:w="4711" w:type="dxa"/>
            <w:shd w:val="clear" w:color="auto" w:fill="8CE739"/>
          </w:tcPr>
          <w:p w:rsidR="00502AE4" w:rsidRPr="00D41BB3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Деятельность учителя</w:t>
            </w:r>
          </w:p>
        </w:tc>
        <w:tc>
          <w:tcPr>
            <w:tcW w:w="4636" w:type="dxa"/>
            <w:shd w:val="clear" w:color="auto" w:fill="8CE739"/>
          </w:tcPr>
          <w:p w:rsidR="00502AE4" w:rsidRPr="00D41BB3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Деятельность ученика</w:t>
            </w:r>
          </w:p>
        </w:tc>
        <w:tc>
          <w:tcPr>
            <w:tcW w:w="2693" w:type="dxa"/>
            <w:shd w:val="clear" w:color="auto" w:fill="8CE739"/>
          </w:tcPr>
          <w:p w:rsidR="00502AE4" w:rsidRPr="00D41BB3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Используемые </w:t>
            </w:r>
          </w:p>
          <w:p w:rsidR="00502AE4" w:rsidRPr="00D41BB3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02AE4" w:rsidRPr="00D41BB3" w:rsidTr="001669AF">
        <w:tc>
          <w:tcPr>
            <w:tcW w:w="3127" w:type="dxa"/>
          </w:tcPr>
          <w:p w:rsidR="00502AE4" w:rsidRPr="00D41BB3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  <w:t>Начало урока:</w:t>
            </w:r>
          </w:p>
          <w:p w:rsidR="00502AE4" w:rsidRPr="00D41BB3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1) </w:t>
            </w:r>
            <w:r w:rsidRPr="00D41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Организационный момент</w:t>
            </w:r>
          </w:p>
          <w:p w:rsidR="00502AE4" w:rsidRPr="00D41BB3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11" w:type="dxa"/>
          </w:tcPr>
          <w:p w:rsidR="00502AE4" w:rsidRPr="00D41BB3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Приветствует детей по-английски</w:t>
            </w:r>
          </w:p>
          <w:p w:rsidR="00502AE4" w:rsidRPr="00D41BB3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Good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morning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dear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friends!</w:t>
            </w:r>
          </w:p>
          <w:p w:rsidR="00502AE4" w:rsidRPr="00D41BB3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How are you?</w:t>
            </w:r>
          </w:p>
          <w:p w:rsidR="00502AE4" w:rsidRPr="00D41BB3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 am fine too.</w:t>
            </w:r>
          </w:p>
          <w:p w:rsidR="00502AE4" w:rsidRPr="00D41BB3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Отмечает в журнале отсутствующих</w:t>
            </w:r>
          </w:p>
        </w:tc>
        <w:tc>
          <w:tcPr>
            <w:tcW w:w="4636" w:type="dxa"/>
          </w:tcPr>
          <w:p w:rsidR="00502AE4" w:rsidRPr="00D41BB3" w:rsidRDefault="00502AE4" w:rsidP="00CC47FD">
            <w:pPr>
              <w:spacing w:after="0" w:line="360" w:lineRule="auto"/>
              <w:ind w:right="-84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Приветствуют</w:t>
            </w: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учителя</w:t>
            </w:r>
          </w:p>
          <w:p w:rsidR="00502AE4" w:rsidRPr="00D41BB3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Good morning!</w:t>
            </w:r>
          </w:p>
          <w:p w:rsidR="00502AE4" w:rsidRPr="00D41BB3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We are fine, thank you. And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how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are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?</w:t>
            </w:r>
          </w:p>
          <w:p w:rsidR="00502AE4" w:rsidRPr="00D41BB3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Отвечают на вопросы учителя об отсутствующих</w:t>
            </w:r>
          </w:p>
        </w:tc>
        <w:tc>
          <w:tcPr>
            <w:tcW w:w="2693" w:type="dxa"/>
          </w:tcPr>
          <w:p w:rsidR="00502AE4" w:rsidRPr="00D41BB3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02AE4" w:rsidTr="001669AF">
        <w:tc>
          <w:tcPr>
            <w:tcW w:w="3127" w:type="dxa"/>
          </w:tcPr>
          <w:p w:rsidR="00502AE4" w:rsidRPr="00D41BB3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2) Мотивационная актуализация</w:t>
            </w:r>
          </w:p>
          <w:p w:rsidR="00502AE4" w:rsidRPr="00D41BB3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11" w:type="dxa"/>
          </w:tcPr>
          <w:p w:rsidR="00502AE4" w:rsidRPr="00D41BB3" w:rsidRDefault="00502AE4" w:rsidP="00CC47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Today We should learn how to ask and answer the questions about what have you got?  Our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topic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is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have you got a brother?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”.</w:t>
            </w:r>
          </w:p>
        </w:tc>
        <w:tc>
          <w:tcPr>
            <w:tcW w:w="4636" w:type="dxa"/>
          </w:tcPr>
          <w:p w:rsidR="00502AE4" w:rsidRPr="00D41BB3" w:rsidRDefault="00502AE4" w:rsidP="00CC624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Выслушивают учебную ситуацию учителя и мотивируются на занятие.</w:t>
            </w:r>
          </w:p>
        </w:tc>
        <w:tc>
          <w:tcPr>
            <w:tcW w:w="2693" w:type="dxa"/>
          </w:tcPr>
          <w:p w:rsidR="00502AE4" w:rsidRPr="00D41BB3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02AE4" w:rsidRPr="003E2A1E" w:rsidTr="001669AF">
        <w:tc>
          <w:tcPr>
            <w:tcW w:w="3127" w:type="dxa"/>
          </w:tcPr>
          <w:p w:rsidR="00502AE4" w:rsidRPr="00D41BB3" w:rsidRDefault="00502AE4" w:rsidP="00D41B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3) Фонетическая зарядка</w:t>
            </w:r>
            <w:r w:rsidRPr="00D41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1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коммуникативной направленности</w:t>
            </w:r>
          </w:p>
        </w:tc>
        <w:tc>
          <w:tcPr>
            <w:tcW w:w="4711" w:type="dxa"/>
          </w:tcPr>
          <w:p w:rsidR="00502AE4" w:rsidRDefault="00502AE4" w:rsidP="00D41BB3">
            <w:pPr>
              <w:spacing w:after="75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Правило чтения  </w:t>
            </w:r>
          </w:p>
          <w:p w:rsidR="00502AE4" w:rsidRPr="00D41BB3" w:rsidRDefault="00502AE4" w:rsidP="00D41BB3">
            <w:pPr>
              <w:spacing w:after="75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буквосочетания 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all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02AE4" w:rsidRPr="00D41BB3" w:rsidRDefault="00502AE4" w:rsidP="00D41BB3">
            <w:pPr>
              <w:spacing w:after="75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Let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’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listen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and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repeat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 </w:t>
            </w:r>
          </w:p>
        </w:tc>
        <w:tc>
          <w:tcPr>
            <w:tcW w:w="4636" w:type="dxa"/>
          </w:tcPr>
          <w:p w:rsidR="00502AE4" w:rsidRPr="00D41BB3" w:rsidRDefault="00502AE4" w:rsidP="00DB27B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слушают запись № 34, повторяют за диктором, отмечают в учебнике стр 48 услышанные слова .</w:t>
            </w:r>
          </w:p>
          <w:p w:rsidR="00502AE4" w:rsidRPr="00D41BB3" w:rsidRDefault="00502AE4" w:rsidP="00DB27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02AE4" w:rsidRPr="00D41BB3" w:rsidRDefault="00502AE4" w:rsidP="009B05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СД запись № 34</w:t>
            </w:r>
          </w:p>
        </w:tc>
      </w:tr>
      <w:tr w:rsidR="00502AE4" w:rsidRPr="00503AFB" w:rsidTr="001669AF">
        <w:tc>
          <w:tcPr>
            <w:tcW w:w="3127" w:type="dxa"/>
          </w:tcPr>
          <w:p w:rsidR="00502AE4" w:rsidRPr="00D41BB3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4) Содержательная актуализация</w:t>
            </w:r>
          </w:p>
          <w:p w:rsidR="00502AE4" w:rsidRPr="002B3C15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D41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(речевая зарядка)</w:t>
            </w:r>
          </w:p>
        </w:tc>
        <w:tc>
          <w:tcPr>
            <w:tcW w:w="4711" w:type="dxa"/>
          </w:tcPr>
          <w:p w:rsidR="00502AE4" w:rsidRPr="00D41BB3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Now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let’s </w:t>
            </w:r>
            <w:r w:rsidRPr="00D41B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remember how to use the verb have</w:t>
            </w:r>
          </w:p>
          <w:p w:rsidR="00502AE4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Закрепляем  спряжение глагола </w:t>
            </w:r>
          </w:p>
          <w:p w:rsidR="00502AE4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to</w:t>
            </w: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have</w:t>
            </w:r>
          </w:p>
          <w:p w:rsidR="00502AE4" w:rsidRPr="00D41BB3" w:rsidRDefault="00502AE4" w:rsidP="002B3C1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636" w:type="dxa"/>
          </w:tcPr>
          <w:p w:rsidR="00502AE4" w:rsidRDefault="00502AE4" w:rsidP="00D41B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02AE4" w:rsidRDefault="00502AE4" w:rsidP="00D41B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02AE4" w:rsidRDefault="00502AE4" w:rsidP="00D41B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Чтение рифмовки с места</w:t>
            </w:r>
          </w:p>
          <w:p w:rsidR="00502AE4" w:rsidRDefault="00502AE4" w:rsidP="00D41B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02AE4" w:rsidRPr="00D41BB3" w:rsidRDefault="00502AE4" w:rsidP="00D41B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02AE4" w:rsidRPr="002B3C15" w:rsidRDefault="00502AE4" w:rsidP="002B3C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C15">
              <w:rPr>
                <w:rFonts w:ascii="Times New Roman" w:hAnsi="Times New Roman" w:cs="Times New Roman"/>
                <w:sz w:val="28"/>
                <w:szCs w:val="28"/>
              </w:rPr>
              <w:t>Работа по карточкам с рифмовкой</w:t>
            </w:r>
          </w:p>
          <w:p w:rsidR="00502AE4" w:rsidRPr="001669AF" w:rsidRDefault="00502AE4" w:rsidP="002B3C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Приложение № 1</w:t>
            </w:r>
          </w:p>
        </w:tc>
      </w:tr>
      <w:tr w:rsidR="00502AE4" w:rsidRPr="00503AFB" w:rsidTr="001669AF">
        <w:tc>
          <w:tcPr>
            <w:tcW w:w="3127" w:type="dxa"/>
          </w:tcPr>
          <w:p w:rsidR="00502AE4" w:rsidRPr="002B3C15" w:rsidRDefault="00502AE4" w:rsidP="00F9546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3C15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  <w:t>Основная часть урока</w:t>
            </w:r>
          </w:p>
          <w:p w:rsidR="00502AE4" w:rsidRPr="002B3C15" w:rsidRDefault="00502AE4" w:rsidP="00F9546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B3C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1) Введение и активизация грамматического  материала</w:t>
            </w:r>
          </w:p>
          <w:p w:rsidR="00502AE4" w:rsidRPr="00D41BB3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711" w:type="dxa"/>
          </w:tcPr>
          <w:p w:rsidR="00502AE4" w:rsidRPr="00D41BB3" w:rsidRDefault="00502AE4" w:rsidP="002B3C1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с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разрезными </w:t>
            </w: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карточками у доски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:</w:t>
            </w: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(местоимения и две формы глагола </w:t>
            </w:r>
            <w:r w:rsidRPr="00D41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>have</w:t>
            </w: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and</w:t>
            </w:r>
            <w:r w:rsidRPr="00D41B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D41BB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>has</w:t>
            </w:r>
          </w:p>
          <w:p w:rsidR="00502AE4" w:rsidRPr="002B3C15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36" w:type="dxa"/>
          </w:tcPr>
          <w:p w:rsidR="00502AE4" w:rsidRDefault="00502AE4" w:rsidP="002B3C1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После повторения спряжения ученики выполняют это практически у доски, вспоминая правило, исходя из рифмовки</w:t>
            </w:r>
          </w:p>
          <w:p w:rsidR="00502AE4" w:rsidRDefault="00502AE4" w:rsidP="002B3C1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B3C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Соединяют местоимения 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формы изучаемого  </w:t>
            </w:r>
            <w:r w:rsidRPr="002B3C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глагол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2B3C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</w:t>
            </w:r>
          </w:p>
          <w:p w:rsidR="00502AE4" w:rsidRDefault="00502AE4" w:rsidP="002B3C1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Остальные ученики проверяют и подбадривают одноклассников с помощью слов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>WELL</w:t>
            </w:r>
            <w:r w:rsidRPr="002B3C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>DONE</w:t>
            </w:r>
            <w:r w:rsidRPr="002B3C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!!!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>Or Think a little and try again.</w:t>
            </w:r>
          </w:p>
        </w:tc>
        <w:tc>
          <w:tcPr>
            <w:tcW w:w="2693" w:type="dxa"/>
          </w:tcPr>
          <w:p w:rsidR="00502AE4" w:rsidRDefault="00502AE4" w:rsidP="002B3C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C15">
              <w:rPr>
                <w:rFonts w:ascii="Times New Roman" w:hAnsi="Times New Roman" w:cs="Times New Roman"/>
                <w:sz w:val="28"/>
                <w:szCs w:val="28"/>
              </w:rPr>
              <w:t>Разрезные карточки – слова, закрепленные на доске с помощью магнитов</w:t>
            </w:r>
          </w:p>
          <w:p w:rsidR="00502AE4" w:rsidRPr="002B3C15" w:rsidRDefault="00502AE4" w:rsidP="002B3C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C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Приложение № 2</w:t>
            </w:r>
          </w:p>
        </w:tc>
      </w:tr>
      <w:tr w:rsidR="00502AE4" w:rsidRPr="00F26D9E" w:rsidTr="001669AF">
        <w:tc>
          <w:tcPr>
            <w:tcW w:w="3127" w:type="dxa"/>
          </w:tcPr>
          <w:p w:rsidR="00502AE4" w:rsidRPr="002B3C15" w:rsidRDefault="00502AE4" w:rsidP="00F9546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11" w:type="dxa"/>
          </w:tcPr>
          <w:p w:rsidR="00502AE4" w:rsidRPr="001669AF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We are going to study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how to make the question with this verb. </w:t>
            </w:r>
          </w:p>
          <w:p w:rsidR="00502AE4" w:rsidRPr="001669AF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Let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’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watch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the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presentation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; </w:t>
            </w:r>
          </w:p>
          <w:p w:rsidR="00502AE4" w:rsidRPr="001669AF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502AE4" w:rsidRPr="00F95469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Now you can make your own sentence and question </w:t>
            </w:r>
          </w:p>
          <w:p w:rsidR="00502AE4" w:rsidRPr="00F95469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9546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1) утвердительное предложение;</w:t>
            </w:r>
          </w:p>
          <w:p w:rsidR="00502AE4" w:rsidRPr="00F95469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9546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2) общий вопрос. </w:t>
            </w:r>
          </w:p>
          <w:p w:rsidR="00502AE4" w:rsidRPr="00F95469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Now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open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your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books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at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.49,  работа с грам. Таблицей.</w:t>
            </w:r>
          </w:p>
          <w:p w:rsidR="00502AE4" w:rsidRPr="00F95469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со следующим упражнением: упр 4</w:t>
            </w:r>
          </w:p>
          <w:p w:rsidR="00502AE4" w:rsidRPr="00F95469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Активизировать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лексические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единицы</w:t>
            </w: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:</w:t>
            </w:r>
          </w:p>
          <w:p w:rsidR="00502AE4" w:rsidRPr="00F95469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Thin, tall, fat, short, sister, friend, brother, teacher.</w:t>
            </w:r>
          </w:p>
        </w:tc>
        <w:tc>
          <w:tcPr>
            <w:tcW w:w="4636" w:type="dxa"/>
          </w:tcPr>
          <w:p w:rsidR="00502AE4" w:rsidRPr="002B3C15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После просмотра р</w:t>
            </w:r>
            <w:r w:rsidRPr="002B3C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ебята должны объяснить структуру построения этих предложений.</w:t>
            </w:r>
          </w:p>
          <w:p w:rsidR="00502AE4" w:rsidRPr="002B3C15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02AE4" w:rsidRPr="00F95469" w:rsidRDefault="00502AE4" w:rsidP="00CC47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Работа у доски </w:t>
            </w:r>
          </w:p>
          <w:p w:rsidR="00502AE4" w:rsidRDefault="00502AE4" w:rsidP="00CC47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02AE4" w:rsidRDefault="00502AE4" w:rsidP="00CC47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02AE4" w:rsidRDefault="00502AE4" w:rsidP="00CC47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02AE4" w:rsidRPr="002B3C15" w:rsidRDefault="00502AE4" w:rsidP="00CC47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B3C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Открывают учебники, читают слова, повторяя их за  учителем..</w:t>
            </w:r>
          </w:p>
          <w:p w:rsidR="00502AE4" w:rsidRDefault="00502AE4" w:rsidP="00CC47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02AE4" w:rsidRPr="002B3C15" w:rsidRDefault="00502AE4" w:rsidP="00CC47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B3C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Выполняют задание учебника.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(работая в парах составляют мини диалог вопрос-ответ)</w:t>
            </w:r>
          </w:p>
        </w:tc>
        <w:tc>
          <w:tcPr>
            <w:tcW w:w="2693" w:type="dxa"/>
          </w:tcPr>
          <w:p w:rsidR="00502AE4" w:rsidRPr="00165025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Просмотр презентации</w:t>
            </w:r>
          </w:p>
          <w:p w:rsidR="00502AE4" w:rsidRPr="00165025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02AE4" w:rsidRPr="00165025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02AE4" w:rsidRPr="00165025" w:rsidRDefault="00502AE4" w:rsidP="00F954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разрезными карточками</w:t>
            </w:r>
          </w:p>
          <w:p w:rsidR="00502AE4" w:rsidRPr="00165025" w:rsidRDefault="00502AE4" w:rsidP="00F954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02AE4" w:rsidRPr="00165025" w:rsidRDefault="00502AE4" w:rsidP="00F954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картинками по лексике</w:t>
            </w:r>
          </w:p>
          <w:p w:rsidR="00502AE4" w:rsidRPr="00F95469" w:rsidRDefault="00502AE4" w:rsidP="00F95469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Приложение № 3</w:t>
            </w:r>
          </w:p>
        </w:tc>
      </w:tr>
      <w:tr w:rsidR="00502AE4" w:rsidRPr="00955980" w:rsidTr="001669AF">
        <w:trPr>
          <w:trHeight w:val="1196"/>
        </w:trPr>
        <w:tc>
          <w:tcPr>
            <w:tcW w:w="3127" w:type="dxa"/>
          </w:tcPr>
          <w:p w:rsidR="00502AE4" w:rsidRPr="00F95469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9546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2)Физминутка</w:t>
            </w:r>
          </w:p>
          <w:p w:rsidR="00502AE4" w:rsidRPr="00F95469" w:rsidRDefault="00502AE4" w:rsidP="00CC47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1" w:type="dxa"/>
          </w:tcPr>
          <w:p w:rsidR="00502AE4" w:rsidRPr="00F95469" w:rsidRDefault="00502AE4" w:rsidP="00CC47FD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Head, Shoulders, knees and toes, </w:t>
            </w:r>
          </w:p>
          <w:p w:rsidR="00502AE4" w:rsidRPr="00F95469" w:rsidRDefault="00502AE4" w:rsidP="00CC47FD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knees and toes,</w:t>
            </w:r>
          </w:p>
          <w:p w:rsidR="00502AE4" w:rsidRPr="00F95469" w:rsidRDefault="00502AE4" w:rsidP="00C64810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Head, Shoulders, knees and toes, </w:t>
            </w:r>
          </w:p>
          <w:p w:rsidR="00502AE4" w:rsidRPr="00F95469" w:rsidRDefault="00502AE4" w:rsidP="00C64810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knees and toes….</w:t>
            </w:r>
          </w:p>
          <w:p w:rsidR="00502AE4" w:rsidRPr="00F95469" w:rsidRDefault="00502AE4" w:rsidP="00CC47FD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36" w:type="dxa"/>
          </w:tcPr>
          <w:p w:rsidR="00502AE4" w:rsidRPr="00F95469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9546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Ученики смотрят на экран, выполняют упражнения и повторяют рифмовку  вместе с учителем.</w:t>
            </w:r>
          </w:p>
        </w:tc>
        <w:tc>
          <w:tcPr>
            <w:tcW w:w="2693" w:type="dxa"/>
          </w:tcPr>
          <w:p w:rsidR="00502AE4" w:rsidRPr="00F95469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54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Видео запись</w:t>
            </w:r>
          </w:p>
        </w:tc>
      </w:tr>
      <w:tr w:rsidR="00502AE4" w:rsidRPr="004E3CFA" w:rsidTr="001669AF">
        <w:trPr>
          <w:trHeight w:val="3094"/>
        </w:trPr>
        <w:tc>
          <w:tcPr>
            <w:tcW w:w="3127" w:type="dxa"/>
          </w:tcPr>
          <w:p w:rsidR="00502AE4" w:rsidRPr="00165025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3) Активизация</w:t>
            </w:r>
          </w:p>
          <w:p w:rsidR="00502AE4" w:rsidRPr="00165025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навыка говорения (диалогическая речь)</w:t>
            </w:r>
          </w:p>
        </w:tc>
        <w:tc>
          <w:tcPr>
            <w:tcW w:w="4711" w:type="dxa"/>
          </w:tcPr>
          <w:p w:rsidR="00502AE4" w:rsidRPr="001669AF" w:rsidRDefault="00502AE4" w:rsidP="004A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And now, my dear children, we’ll play with Proshka. </w:t>
            </w:r>
          </w:p>
          <w:p w:rsidR="00502AE4" w:rsidRPr="001669AF" w:rsidRDefault="00502AE4" w:rsidP="004A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First I’ll give you some pictures. </w:t>
            </w:r>
          </w:p>
          <w:p w:rsidR="00502AE4" w:rsidRPr="001669AF" w:rsidRDefault="00502AE4" w:rsidP="004A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502AE4" w:rsidRPr="00165025" w:rsidRDefault="00502AE4" w:rsidP="004A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Proshka’ll ask you the questions:</w:t>
            </w:r>
          </w:p>
          <w:p w:rsidR="00502AE4" w:rsidRPr="00165025" w:rsidRDefault="00502AE4" w:rsidP="004A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Ex: 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Have you got a fish?</w:t>
            </w:r>
          </w:p>
          <w:p w:rsidR="00502AE4" w:rsidRPr="00165025" w:rsidRDefault="00502AE4" w:rsidP="004A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502AE4" w:rsidRPr="00165025" w:rsidRDefault="00502AE4" w:rsidP="004A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502AE4" w:rsidRPr="00165025" w:rsidRDefault="00502AE4" w:rsidP="004A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Let’s make up a dialogue.</w:t>
            </w:r>
          </w:p>
          <w:p w:rsidR="00502AE4" w:rsidRPr="00165025" w:rsidRDefault="00502AE4" w:rsidP="004A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Опрос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пар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.</w:t>
            </w:r>
          </w:p>
          <w:p w:rsidR="00502AE4" w:rsidRPr="00165025" w:rsidRDefault="00502AE4" w:rsidP="004A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502AE4" w:rsidRPr="001669AF" w:rsidRDefault="00502AE4" w:rsidP="004A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502AE4" w:rsidRPr="00165025" w:rsidRDefault="00502AE4" w:rsidP="004A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-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: who is remember </w:t>
            </w:r>
          </w:p>
          <w:p w:rsidR="00502AE4" w:rsidRPr="00165025" w:rsidRDefault="00502AE4" w:rsidP="004A7A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Has Lena got a book?   …</w:t>
            </w:r>
          </w:p>
          <w:p w:rsidR="00502AE4" w:rsidRPr="00165025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636" w:type="dxa"/>
          </w:tcPr>
          <w:p w:rsidR="00502AE4" w:rsidRPr="00165025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Слушают Прошку и отвечают на его вопросы.</w:t>
            </w:r>
          </w:p>
          <w:p w:rsidR="00502AE4" w:rsidRPr="00165025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02AE4" w:rsidRPr="00165025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Работают в парах и задают вопросы друг другу.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 дают короткий ответ.</w:t>
            </w:r>
          </w:p>
          <w:p w:rsidR="00502AE4" w:rsidRPr="00165025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02AE4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02AE4" w:rsidRPr="00165025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Задание построить 2-3 диалогических высказывания…</w:t>
            </w:r>
          </w:p>
          <w:p w:rsidR="00502AE4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Сочиняют свой диалог с опорой на записи на доске.</w:t>
            </w:r>
          </w:p>
          <w:p w:rsidR="00502AE4" w:rsidRPr="00165025" w:rsidRDefault="00502AE4" w:rsidP="00CC4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Для тех, кто был внимательнее всех и запомнил ответы соседних пар.</w:t>
            </w:r>
          </w:p>
        </w:tc>
        <w:tc>
          <w:tcPr>
            <w:tcW w:w="2693" w:type="dxa"/>
          </w:tcPr>
          <w:p w:rsidR="00502AE4" w:rsidRPr="00165025" w:rsidRDefault="00502AE4" w:rsidP="001650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Игрушка-заяц</w:t>
            </w:r>
          </w:p>
          <w:p w:rsidR="00502AE4" w:rsidRDefault="00502AE4" w:rsidP="001650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Карточки с картинками известной лексики (рыбка, мяч, банан, яблоко, кукла, книга и т.д.) изученной в 1 классе</w:t>
            </w:r>
          </w:p>
          <w:p w:rsidR="00502AE4" w:rsidRPr="00165025" w:rsidRDefault="00502AE4" w:rsidP="001650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Приложение № 4</w:t>
            </w:r>
          </w:p>
        </w:tc>
      </w:tr>
      <w:tr w:rsidR="00502AE4" w:rsidTr="001669AF">
        <w:tc>
          <w:tcPr>
            <w:tcW w:w="3127" w:type="dxa"/>
          </w:tcPr>
          <w:p w:rsidR="00502AE4" w:rsidRPr="00165025" w:rsidRDefault="00502AE4" w:rsidP="00CC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highlight w:val="yellow"/>
              </w:rPr>
              <w:t>Заключительная часть урока</w:t>
            </w:r>
            <w:r w:rsidRPr="0016502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  <w:p w:rsidR="00502AE4" w:rsidRPr="00165025" w:rsidRDefault="00502AE4" w:rsidP="00CC47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1) Информация о домашнем задании </w:t>
            </w:r>
          </w:p>
          <w:p w:rsidR="00502AE4" w:rsidRPr="00165025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11" w:type="dxa"/>
          </w:tcPr>
          <w:p w:rsidR="00502AE4" w:rsidRPr="00165025" w:rsidRDefault="00502AE4" w:rsidP="00CC47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Объясняет технологию выполнения домашнего задания.</w:t>
            </w:r>
          </w:p>
          <w:p w:rsidR="00502AE4" w:rsidRPr="00165025" w:rsidRDefault="00502AE4" w:rsidP="00CC47F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p.25 упр 2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пропись – дать короткие ответы на вопросы и записать их в тетрадь. Повторить все слова, изученные на уроке.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650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(Домашнее задание повторяет все изученное на уроке)</w:t>
            </w:r>
          </w:p>
        </w:tc>
        <w:tc>
          <w:tcPr>
            <w:tcW w:w="4636" w:type="dxa"/>
          </w:tcPr>
          <w:p w:rsidR="00502AE4" w:rsidRPr="00165025" w:rsidRDefault="00502AE4" w:rsidP="00CC47F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Слушают учителя, записывают домашнее задание</w:t>
            </w:r>
            <w:r w:rsidRPr="001650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02AE4" w:rsidRPr="00165025" w:rsidRDefault="00502AE4" w:rsidP="00CC624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02AE4" w:rsidRPr="00165025" w:rsidRDefault="00502AE4" w:rsidP="00CC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02AE4" w:rsidRPr="003E2A1E" w:rsidTr="001669AF">
        <w:tc>
          <w:tcPr>
            <w:tcW w:w="3127" w:type="dxa"/>
          </w:tcPr>
          <w:p w:rsidR="00502AE4" w:rsidRPr="00165025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2) Рефлексия</w:t>
            </w:r>
          </w:p>
          <w:p w:rsidR="00502AE4" w:rsidRPr="00165025" w:rsidRDefault="00502AE4" w:rsidP="00CC47F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(подведение итогов урока)</w:t>
            </w:r>
          </w:p>
        </w:tc>
        <w:tc>
          <w:tcPr>
            <w:tcW w:w="4711" w:type="dxa"/>
          </w:tcPr>
          <w:p w:rsidR="00502AE4" w:rsidRPr="001669AF" w:rsidRDefault="00502AE4" w:rsidP="00CC47FD">
            <w:pPr>
              <w:spacing w:after="0" w:line="360" w:lineRule="auto"/>
              <w:ind w:right="-5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1650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Подводит</w:t>
            </w:r>
            <w:r w:rsidRPr="001669A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1650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итоги</w:t>
            </w:r>
            <w:r w:rsidRPr="001669A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1650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урока</w:t>
            </w:r>
            <w:r w:rsidRPr="001669A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. </w:t>
            </w:r>
          </w:p>
          <w:p w:rsidR="00502AE4" w:rsidRPr="001669AF" w:rsidRDefault="00502AE4" w:rsidP="00CC624B">
            <w:pPr>
              <w:pStyle w:val="NoSpacing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502AE4" w:rsidRPr="001669AF" w:rsidRDefault="00502AE4" w:rsidP="00CC624B">
            <w:pPr>
              <w:pStyle w:val="NoSpacing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And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now</w:t>
            </w:r>
            <w:r w:rsidRPr="001669A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let’s see how you remember the words and grammar str.  we have learnt at this lesson.</w:t>
            </w:r>
          </w:p>
          <w:p w:rsidR="00502AE4" w:rsidRPr="00165025" w:rsidRDefault="00502AE4" w:rsidP="00CC624B">
            <w:pPr>
              <w:pStyle w:val="NoSpacing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Оценивание работы на уроке, комментирование, поставленных оценок.</w:t>
            </w:r>
          </w:p>
          <w:p w:rsidR="00502AE4" w:rsidRPr="00165025" w:rsidRDefault="00502AE4" w:rsidP="00CC624B">
            <w:pPr>
              <w:pStyle w:val="NoSpacing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02AE4" w:rsidRPr="00165025" w:rsidRDefault="00502AE4" w:rsidP="00CC624B">
            <w:pPr>
              <w:pStyle w:val="NoSpacing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Thank you for your work.</w:t>
            </w:r>
          </w:p>
          <w:p w:rsidR="00502AE4" w:rsidRPr="00165025" w:rsidRDefault="00502AE4" w:rsidP="00CC47FD">
            <w:pPr>
              <w:spacing w:after="0" w:line="360" w:lineRule="auto"/>
              <w:ind w:right="-5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Good-bye!</w:t>
            </w:r>
          </w:p>
        </w:tc>
        <w:tc>
          <w:tcPr>
            <w:tcW w:w="4636" w:type="dxa"/>
          </w:tcPr>
          <w:p w:rsidR="00502AE4" w:rsidRPr="00165025" w:rsidRDefault="00502AE4" w:rsidP="0016502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Сообщают, что нового они узнали на уроке.</w:t>
            </w:r>
          </w:p>
          <w:p w:rsidR="00502AE4" w:rsidRPr="00165025" w:rsidRDefault="00502AE4" w:rsidP="00CC47F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02AE4" w:rsidRPr="00165025" w:rsidRDefault="00502AE4" w:rsidP="00CC47F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02AE4" w:rsidRPr="00165025" w:rsidRDefault="00502AE4" w:rsidP="00CC47F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02AE4" w:rsidRPr="00165025" w:rsidRDefault="00502AE4" w:rsidP="00CC47F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Thank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you, 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good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bye</w:t>
            </w:r>
            <w:r w:rsidRPr="00165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!</w:t>
            </w:r>
          </w:p>
        </w:tc>
        <w:tc>
          <w:tcPr>
            <w:tcW w:w="2693" w:type="dxa"/>
          </w:tcPr>
          <w:p w:rsidR="00502AE4" w:rsidRPr="00CC47FD" w:rsidRDefault="00502AE4" w:rsidP="00CC47FD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</w:tbl>
    <w:p w:rsidR="00502AE4" w:rsidRDefault="00502AE4">
      <w:pPr>
        <w:rPr>
          <w:rFonts w:cs="Times New Roman"/>
        </w:rPr>
      </w:pPr>
      <w:bookmarkStart w:id="0" w:name="_GoBack"/>
      <w:bookmarkEnd w:id="0"/>
    </w:p>
    <w:sectPr w:rsidR="00502AE4" w:rsidSect="00D41BB3">
      <w:pgSz w:w="16838" w:h="11906" w:orient="landscape"/>
      <w:pgMar w:top="540" w:right="1134" w:bottom="539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B6978"/>
    <w:multiLevelType w:val="multilevel"/>
    <w:tmpl w:val="21CE1DB6"/>
    <w:lvl w:ilvl="0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C0C4FA2"/>
    <w:multiLevelType w:val="hybridMultilevel"/>
    <w:tmpl w:val="21CE1DB6"/>
    <w:lvl w:ilvl="0" w:tplc="E834BC58">
      <w:start w:val="1"/>
      <w:numFmt w:val="bullet"/>
      <w:lvlText w:val=""/>
      <w:lvlJc w:val="left"/>
      <w:pPr>
        <w:ind w:left="4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0B3"/>
    <w:rsid w:val="0001140E"/>
    <w:rsid w:val="00017A96"/>
    <w:rsid w:val="00065ED7"/>
    <w:rsid w:val="000F727E"/>
    <w:rsid w:val="00122F0B"/>
    <w:rsid w:val="00165025"/>
    <w:rsid w:val="001669AF"/>
    <w:rsid w:val="00172D4E"/>
    <w:rsid w:val="00201BEE"/>
    <w:rsid w:val="002024CD"/>
    <w:rsid w:val="002142DC"/>
    <w:rsid w:val="00220FAA"/>
    <w:rsid w:val="002A04DA"/>
    <w:rsid w:val="002B3C15"/>
    <w:rsid w:val="002E0FA3"/>
    <w:rsid w:val="00302BB4"/>
    <w:rsid w:val="00351CD4"/>
    <w:rsid w:val="003C2D46"/>
    <w:rsid w:val="003C5707"/>
    <w:rsid w:val="003D08E1"/>
    <w:rsid w:val="003E2A1E"/>
    <w:rsid w:val="003E735F"/>
    <w:rsid w:val="00492ACC"/>
    <w:rsid w:val="004A7A39"/>
    <w:rsid w:val="004C199C"/>
    <w:rsid w:val="004E3CFA"/>
    <w:rsid w:val="00502AE4"/>
    <w:rsid w:val="00503AFB"/>
    <w:rsid w:val="005135A6"/>
    <w:rsid w:val="00594E8E"/>
    <w:rsid w:val="005B64AA"/>
    <w:rsid w:val="005D40E7"/>
    <w:rsid w:val="005D4AD7"/>
    <w:rsid w:val="00605689"/>
    <w:rsid w:val="006110B1"/>
    <w:rsid w:val="00622769"/>
    <w:rsid w:val="006357DB"/>
    <w:rsid w:val="00643C9A"/>
    <w:rsid w:val="006A4BC3"/>
    <w:rsid w:val="006D2282"/>
    <w:rsid w:val="00701FE1"/>
    <w:rsid w:val="00712026"/>
    <w:rsid w:val="007163E8"/>
    <w:rsid w:val="00765C71"/>
    <w:rsid w:val="007703B1"/>
    <w:rsid w:val="007760B3"/>
    <w:rsid w:val="00782C5B"/>
    <w:rsid w:val="00784FC9"/>
    <w:rsid w:val="007C2F69"/>
    <w:rsid w:val="007D3DF3"/>
    <w:rsid w:val="007D4C09"/>
    <w:rsid w:val="00861C83"/>
    <w:rsid w:val="00867D34"/>
    <w:rsid w:val="008A10A5"/>
    <w:rsid w:val="008F0E38"/>
    <w:rsid w:val="0092583C"/>
    <w:rsid w:val="00955980"/>
    <w:rsid w:val="009825BA"/>
    <w:rsid w:val="00985F61"/>
    <w:rsid w:val="009B0513"/>
    <w:rsid w:val="009D5E9D"/>
    <w:rsid w:val="009E4363"/>
    <w:rsid w:val="009F4CB5"/>
    <w:rsid w:val="00A15C2F"/>
    <w:rsid w:val="00A634BE"/>
    <w:rsid w:val="00AA0228"/>
    <w:rsid w:val="00AE6A23"/>
    <w:rsid w:val="00B273E4"/>
    <w:rsid w:val="00B52C5F"/>
    <w:rsid w:val="00B700D1"/>
    <w:rsid w:val="00BB225D"/>
    <w:rsid w:val="00C40F86"/>
    <w:rsid w:val="00C54729"/>
    <w:rsid w:val="00C64810"/>
    <w:rsid w:val="00CC47FD"/>
    <w:rsid w:val="00CC624B"/>
    <w:rsid w:val="00D41BB3"/>
    <w:rsid w:val="00D8256E"/>
    <w:rsid w:val="00D830A6"/>
    <w:rsid w:val="00DB27B4"/>
    <w:rsid w:val="00DD3361"/>
    <w:rsid w:val="00E212F9"/>
    <w:rsid w:val="00E2146D"/>
    <w:rsid w:val="00E35E5B"/>
    <w:rsid w:val="00E5534E"/>
    <w:rsid w:val="00EA3F20"/>
    <w:rsid w:val="00EE2282"/>
    <w:rsid w:val="00F16809"/>
    <w:rsid w:val="00F26D9E"/>
    <w:rsid w:val="00F95469"/>
    <w:rsid w:val="00FC7F09"/>
    <w:rsid w:val="00FF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0B3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760B3"/>
    <w:rPr>
      <w:color w:val="0000FF"/>
      <w:u w:val="single"/>
    </w:rPr>
  </w:style>
  <w:style w:type="paragraph" w:styleId="NoSpacing">
    <w:name w:val="No Spacing"/>
    <w:uiPriority w:val="99"/>
    <w:qFormat/>
    <w:rsid w:val="007760B3"/>
    <w:rPr>
      <w:rFonts w:eastAsia="Times New Roman" w:cs="Calibri"/>
    </w:rPr>
  </w:style>
  <w:style w:type="table" w:styleId="TableGrid">
    <w:name w:val="Table Grid"/>
    <w:basedOn w:val="TableNormal"/>
    <w:uiPriority w:val="99"/>
    <w:rsid w:val="007760B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760B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5</Pages>
  <Words>880</Words>
  <Characters>5018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Мышкин</dc:creator>
  <cp:keywords/>
  <dc:description/>
  <cp:lastModifiedBy>Admin</cp:lastModifiedBy>
  <cp:revision>12</cp:revision>
  <cp:lastPrinted>2014-11-28T11:17:00Z</cp:lastPrinted>
  <dcterms:created xsi:type="dcterms:W3CDTF">2013-08-17T21:14:00Z</dcterms:created>
  <dcterms:modified xsi:type="dcterms:W3CDTF">2015-01-14T18:37:00Z</dcterms:modified>
</cp:coreProperties>
</file>